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77D" w:rsidRPr="0028377D" w:rsidRDefault="0028377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8377D">
        <w:rPr>
          <w:rFonts w:ascii="Times New Roman" w:hAnsi="Times New Roman" w:cs="Times New Roman"/>
          <w:b/>
          <w:sz w:val="24"/>
          <w:szCs w:val="24"/>
        </w:rPr>
        <w:t xml:space="preserve">Table A1. </w:t>
      </w:r>
      <w:r w:rsidRPr="0028377D">
        <w:rPr>
          <w:rFonts w:ascii="Times New Roman" w:hAnsi="Times New Roman" w:cs="Times New Roman"/>
          <w:sz w:val="24"/>
          <w:szCs w:val="24"/>
        </w:rPr>
        <w:t>Overview of taxa studied</w:t>
      </w:r>
    </w:p>
    <w:p w:rsidR="0028377D" w:rsidRPr="0028377D" w:rsidRDefault="0028377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406" w:type="dxa"/>
        <w:tblLook w:val="04A0" w:firstRow="1" w:lastRow="0" w:firstColumn="1" w:lastColumn="0" w:noHBand="0" w:noVBand="1"/>
      </w:tblPr>
      <w:tblGrid>
        <w:gridCol w:w="1431"/>
        <w:gridCol w:w="821"/>
        <w:gridCol w:w="1061"/>
        <w:gridCol w:w="1799"/>
        <w:gridCol w:w="1115"/>
        <w:gridCol w:w="901"/>
        <w:gridCol w:w="1238"/>
        <w:gridCol w:w="1416"/>
        <w:gridCol w:w="1016"/>
      </w:tblGrid>
      <w:tr w:rsidR="0028377D" w:rsidRPr="009D7D66" w:rsidTr="0028377D">
        <w:trPr>
          <w:trHeight w:val="360"/>
        </w:trPr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Taxon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No. of specimen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Country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Locality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C</w:t>
            </w:r>
            <w:r w:rsidRPr="002837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oordinates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Date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Legitis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Det.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Mode of examination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Acanthoscelio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 and 2♂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Paraguay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Concepción Estancia Don Carlos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23°24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56°30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17–18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B. Garcete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(2008)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Acanthoscelio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Bolivia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Cochabamba Villa Tunari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16°54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55”S, 65°22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06”W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H. Heider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Acanthoscelio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 and 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French Guyana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Roura Montagne de Chevaux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1–31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.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Soon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Acolomorpha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QLD, Mossman Gorge Nat. Park.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16°28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07”S, 145°19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18–21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Masner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Amblyscelio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South Africa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Gauteng 5,6 km W of M17 on Hwy 513 Schoeman Farm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25°40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28°00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’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E 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4–23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1999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.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.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Philips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Amblyscelio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 and 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Kerkini lake Nat.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41º19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30.5”N, 23º15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0.1”E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–21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G. Ramel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(2010)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Anteris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W. Germany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Rheinland, mechernich wadendorf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1977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Baness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Anteris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3♀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Botoșani: Leorda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47°49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25,31”N, 26°24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28.39”E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Anteris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 and 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06.6”N,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04.5”E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Anteris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06.6”N,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04.5”E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C. Ailenei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Anteris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Botoșani: Leorda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47°49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25,31”N, 26°24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28.39”E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Anteris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Botoșani: Popeni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47°50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10.12”N,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lastRenderedPageBreak/>
              <w:t>26°30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35.24”E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lastRenderedPageBreak/>
              <w:t>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Anteris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 and 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06.6”N,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04.5”E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C. Ailenei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Anteris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France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Malboisset, Larche, Alpes de Haute Provence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44°26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6°51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19–22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.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Yoshida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Anthonyon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Kenya 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Rift Valley Marich Pass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1°32.18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35°27.48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6–20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Anthonyon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Bostwana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Xugana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1979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Wilmot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Apegus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06.6”N,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04.5”E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21–22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Apegus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Slovakia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Muronska Planina Nat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48°76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41.05”N, 20°10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41.05”E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25–31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Mitroiu M.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Apegus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2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Turkey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Genya Dagi, 6.3 km SW of Artvin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41°08.12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’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41°46.75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’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v.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Tschirnhaus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Apteroscelio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Kenya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Nairobi environs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1°23.01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36°85.13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S. Kimani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Apteroscelio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2♀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Madagascar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Andasibe National Center and forest station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18°56.10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48°24,51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v.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Tschirnhaus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Aradophagus fasciatus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Ashmead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Osuc 0176055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Aradophagus fasciatus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Ashmead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Kerkini lake Nat. Park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41°22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38,1”N, 23°21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58,8”E 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–25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G. Ramel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Aradophagus fasciatus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Ashmead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Kerkini lake Nat. Park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41°9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6,5”N, 23°11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55,0”E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G. Ramel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Aradophagus fasciatus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Ashmead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Kerkini lake Nat.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41°12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48,7”N, 23°06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11,9”E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G. Ramel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Aradophagus fasciatus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Ashmead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Constanţa: Agigea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11.1”N, 28°38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31.0”E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2006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Fusu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I. Popescu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5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Aradophagus fasciatus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Ashmead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France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  <w:t>Cirad Montpellier Bord du Lez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H.P. Aberlenc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Aradophagus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Madagascar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Island Nosi, Tanikely (East of Nosi Be)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13°28,59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48°14,18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v.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Tschirnhaus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Archaeoteleia mellea </w:t>
            </w:r>
            <w:r w:rsidRPr="002837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Masner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Chile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Chiloe Is, 50m Terao nr. Chonchi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21–23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Masner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Archaeoteleia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Chile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Osorno, Puyehue NP Anticura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40.67°S, 72°17W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20–23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January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Brown, Berezovskiy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Zumbado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Axea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and 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Kenya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Marich Pass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(2010)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Axea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2♀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Togo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River Mono, 5 km SSE Ahassome, 22,5 km NW Tohuan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12”N, 1°28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54”E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v.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Tschirnhaus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Genus A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French Guyana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Kaw Mountains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4º33,562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52º12,425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K. Sarv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Masner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3♀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37.0”N,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C. Ailenei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37.0”N,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Suceava: Fălticeni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Valea lui David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34.58”N, 27°28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05.55”E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Iași: Breazu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Suceava: Fălticeni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37.0”N,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C. Ailenei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Ciric Lake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Baryconus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Brasil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PA, Melgaco, Caxiuană Trilha Igarapé Curuá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1°42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50.2”S 51°27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11.4”W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20–23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A.P. Aguiar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J. Dias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Baryconus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Panama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wooley 2001/028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Bracalba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Scrub, Fleurier Peninsula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35°20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S,138°45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A. Austin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S.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Thompson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Bracalba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Scrub, Fleurier Peninsula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35°20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S,138°45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A. Austin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S.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Thompson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Breviscelio crenatus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Sundholm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Rhodesia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Salisbury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–xii.1974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A. Watsham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V.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Caleca (1992)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Breviscelio crenatus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Sundholm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Malawi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Mtuthama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Feehan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V.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Caleca (1992)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Genus B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Madagascar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west coast of Masoala Peninsula N.P. S of Ambanizana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15°42.20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S,49°57.69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13 - 19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Tschirnhaus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Calliscelio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Bacău: Galbeni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2002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Calliscelio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Iași: Holboca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2002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I. Moglan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Calliscelio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  <w:t>Los Angeles Expo Park, NHM Nature Garden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30018"N, 118289"W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Gonzalez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D. Pentcheff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Calotelea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Rhodesia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Salisbury Chishawasha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A. Watsham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Calotelea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Agigea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11.1”N, 28°38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31.0”E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I. Popescu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(2005)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Calotelea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Agigea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11.1”N, 28°38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31.0”E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C. Ailenei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(2006)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Calotelea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Agigea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11.1”N, 28°38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31.0”E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15–16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(2006)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Calotelea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Croatia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Orsac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Mitroiu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(2007)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Calotelea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France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Portiragnes Plages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G. Delvare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Calotelea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Croatia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Orsac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Mitroiu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(2007)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Calotelea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4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Croatia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Orsac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Mitroiu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(2007)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Ceratobaeus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Costa 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Puntarenas Res Priv. Karen Mogensen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9°52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85°03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19–20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J.S. Noyes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Ceratoteleas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Russia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Primorskiy Krai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43°66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132°25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11–12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Michailovskaya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Chakra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Laos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Ventiane, Houanyang, Nat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18°05.889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102°40.521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3–19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A. Solodovnikov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J. Pedersen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Chromoteleia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Panama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San Blas Nusagandi Reserve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9°20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79°0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18–25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Pickering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Chromoteleia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Panama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wooley 2001/028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Chromoteleia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Brasil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Cariacica, Res. Biol. Duas Bocas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20°16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40°28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W 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–01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2005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  <w:t>A.P. Aguiar</w:t>
            </w:r>
            <w:r w:rsidR="009D7D66" w:rsidRPr="009D7D66"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  <w:t xml:space="preserve"> et al.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Crama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QLD, Mt. Glorious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27°19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54”S, 152°45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5–12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N. Power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Crama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QLD, Mt. Glorious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27°19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54”S, 152°45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January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N. Power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Cremastobaeus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Venezuela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Merida-Sta. Rosa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Masner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Cremastobaeus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 and 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Brasil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Melgaco, Caxiuană Trilha Igarapé Curuá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1°42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50.2”S, 51°27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11.4”W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20–23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A.P. Aguiar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and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Dias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Cremastobaeus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 and 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Togo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Region des Plateaux Abriwa-Niko, at creek Egnulu-Agbadja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7°37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18"N, 00°36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13"E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v.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Tschirnhaus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Dichoteleas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South Africa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  <w:t>Trans. 15km E. Klasene Guernsey Farm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19–31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H.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and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A. Howden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Dichoteleas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Madagascar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west coast of Masoala Peninsula N.P. S of Ambanizana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15°42.20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49°57.69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13–19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v.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Tschirnhaus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Dicroscelio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Kenya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Nyanza Gembe Hills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0°29.36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34°14.60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9–23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Dicroscelio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 and 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  <w:t>Los Angeles Expo Park, NHM Nature Garden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30.018"N, 118.289"W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1–18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Gonzales and Pentcheff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Dicroscelio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Anteromorpha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Vrancea: Paltin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14–15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N. Chiriac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Dicroscelio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Anteromorpha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Allah Bair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Dicroscelio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Anteromorpha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Tulcea: Sireasa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I. Moglan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Dicroscelio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Anteromorpha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Tulcea: Sinoe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44°26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48.79”N, 28°46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35.21”E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Doddiella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Kenya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Rift Valley Marich Pass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1°32.18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35°27.48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4–18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Doddiella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Paraguay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Paraguari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25°55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16,5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56°47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15,3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January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B. Garcete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Doddiella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Malaysia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Sungai (river), Tersat at Kampong Gemuroh, SE Kuala Berdug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5°01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102°59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1978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v.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Tschirnhaus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Duarina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NSW, Styx Riv. St. Forest, W. End Thru Rd 980m Cedar Pit Floral Res.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3–18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January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K. MacGregor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Duarina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NSW, Styx Riv. St. Forest, 42 Km SW Wollomombi Cedar Pit Floral Res.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1993–2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January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K. MacGregor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Duta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Japan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Ibaraki Tsukuba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7–11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Sharkey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Duta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17♂ and 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Tulcea: Letea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45°17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58.19”N, 29°30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39.13”E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Duta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 and 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South Africa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Eastern Cape, Dassierkrantz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33°19.742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26°29.964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28.ii–1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Johnson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Musetti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Duta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Tulcea: Babadag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13–15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9D7D66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28377D"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(2012)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Dvivarnus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Thailand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HuaKha Khaeng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Allen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Dyscritobaeus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Canberra, Black Mt.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35°16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149°06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15–21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G.A.P. Gibson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Dyscritobaeus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Togo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Region des Plateaux Lavie-Todji N of Huime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7°01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16"N, 0°39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41"E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v.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Tschirnhaus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Dyscritobaeus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Togo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Region des Plateaux Ogbatanawlou, S of Igbossiome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7°21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21"N, 1°04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31"E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v.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Tschirnhaus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Echinoteleas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Mozambique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Maputo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1–18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Olmi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Echthrodesis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South Africa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Cape Penninsula Kommetjie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1972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B. Lamoral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Echthrodesis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South Africa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Western Cape, Kommetjie, The Island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34°8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24.33”S, 18°19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15.22”E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S. van Noort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5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S. van Noort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2009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Echthrodesis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and 1♂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South Africa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Western Cape, Kommetjie, The Island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34°8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24.33”S, 18°19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15.22”E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S. van Noort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5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S. van Noort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2009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Embidobia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3♀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NSW Elanora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1964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Embidobia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NSW Elanora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1964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Embioctonus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Mexico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Quintana Roo Villa Xpu-Há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9–17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Masner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Embioctonus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FL, Highlands Co. Archbold Biol. Station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D.B. Wahl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Embioctonus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Peru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Pucusana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1954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E.S. Ross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Encyrtoscelio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5♂ and 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Agigea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11.1”N, 28°38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31.0”E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9–10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Encyrtoscelio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5♂ and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2♀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Canaraua Fetii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44°04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27°38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2008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I. Moglan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Encyrtoscelio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Botoșani: Leorda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47°49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25,31”N, 26°24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28.39”E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Encyrtoscelio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Botoșani: Ezăr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Encyrtoscelio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Agigea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11.1”N, 28°38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31.0”E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Mitroiu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Encyrtoscelio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Breazu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I. Moglan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Encyrtoscelio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Miclăușeni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I. Moglan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Encyrtoscelio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Kerkini lake Nat.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41°12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48.7”N, 23°6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11.9”E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13–19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G. Ramel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Encyrtoscelio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Constanta: Agigea, dune reservation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9D7D66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28377D"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Endecascelio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Kenya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Rift Valley Marich Pass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1°32.18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35°27.48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Endecascelio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Mozambique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Niassa Cuamba, Mituque, Cetro Pastoral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3–17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Olmi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Epigryon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Weslaco, USDA lab.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ex. eggs Phymata sp.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W.A. Jones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Epigryon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Weslaco, USDA lab.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ex. eggs Phymata sp.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W.A. Jones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Eumicrosoma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Iasi: Marzesti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Noyes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Eumicrosoma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Iasi: Botanical Garden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Noyes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Eumicrosoma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4♂ and 8♀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Kerkini lake Nat.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G. Ramel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(2012)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Fusicornia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 and 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South Africa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Eastern Cape Hilton, Table Farm New Years River bed isolated puddles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33°15.467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26°20.954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26–27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2006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Johnson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Musetti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Fusicornia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Madagascar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Maroantsetra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15°25.40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49°44.39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v.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Tschirnhaus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Fusicornia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Madagascar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Maroantsetra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15°25.40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49°44.39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v.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Tschirnhaus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Genatropis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WA, Margaret River Wamer Glen Rd. Stone Cottages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34°04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44”S, 115°08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15–16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George, Hawks, Munro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Owen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Genatropis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Queensland, Cooloola Natioanl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26,03S, 153,0250E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Tsch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Gryon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Eremioscelio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5♂ and 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06.6”N,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04.5”E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Gryon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Eremioscelio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06.6”N,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04.5”E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Gryon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Eremioscelio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 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06.6”N,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04.5”E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Gryon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Exon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Agigea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11.1”N, 28°38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31.0”E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15–16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Gryon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Exon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Allah Bair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Gryon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Plesiobaeus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Botoșani: Roșiori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I. Moglan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Gryon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Plesiobaeus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Valea lui David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34.58”N, 27°28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05.55”E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Mitroiu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Gryon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37.0”N,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Gryon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Tulcea: Letea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45°19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44.9”N, 29°31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10.3”E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Gryon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4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  <w:t>Los Angeles Expo Park, NHM Nature Garden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34.116°N 118.279°W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  <w:t>J. Aaron</w:t>
            </w:r>
            <w:r w:rsidR="009D7D66" w:rsidRPr="009D7D66"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  <w:t xml:space="preserve"> 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  <w:t xml:space="preserve"> J. Koch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Gryon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5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French Guyana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Montagne de Kaw, Relais Patawa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4°32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42”N, 52°09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09”W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Cerda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Gryonella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Adelaide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Packer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Gryonella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South Coast Highway, near Parryville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34.59S, 117.11E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Tsch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Gryonoides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Costa 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Heredia 3kmS Puerto Viejo, OTS, LaSelva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P. Hanson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Gryonoides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Costa 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Puntarenas, Res. Priv Karen Mogensen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9°52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85°03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19–20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S. Noyes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Genus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Chile 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 xml:space="preserve">C05-013, UCR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5744B9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J. </w:t>
            </w:r>
            <w:r w:rsidR="0028377D"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Heraty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Genus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Chile 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 xml:space="preserve">C05-013, UCR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5744B9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J. </w:t>
            </w:r>
            <w:r w:rsidR="0028377D"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Heraty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Habroteleia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South Korea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Chungnam, Daejeon-si, Wadong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36°24.02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127°25.98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P. Tripotin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Habroteleia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Japan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Eboshi-dake, Kagoshima-shi, Kagoshima-ken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31.25N, 130.29E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.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Yoshida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Habroteleia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Japan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Aichi Pref. Narai, Toyota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6–12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K. Yamagishi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Habroteleia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Japan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Eboshi-dake, Kagoshima-shi, Kagoshima-ken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31.25N, 130.29E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.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Yoshida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Heptascelio hamatus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Masner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Johnson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Thailand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Phetchabun Nam Nao Nat. Park.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16°43.156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101°35.118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E 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6–7 viii.2006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.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Hongyothi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.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Janteab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Heptascelio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Uganda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Kibale Nat. Park, Kanyawara Biol Station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00°33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54.1"N, 30°21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28,1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6–13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S. Katusabe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Heptascelio hamatus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Masner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Johnson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Thailand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Chiang Mai Doilnthanon, Nat.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7–12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E. Fuller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Paratype.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Hickmanella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Tasmania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Domain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  <w:t>ex. eggs Breda jovialis (Koch)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1967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.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Hickman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Hickmanella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New Caledonia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Nord Ponerihouen, Foret de Aoupinie, primary forest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12–24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January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P. Tripotin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Holoteleia bicolor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(Harrington)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Canada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Ontario: Ottawa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H. Goulet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Holoteleia bicolor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(Harrington)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Canada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Ontario: Ottawa, Nepean Tanglewood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18–20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9D7D66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28377D"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Popovici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="0028377D"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28377D"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9D7D66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Huddlestonium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exu Polazsek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Johnson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São Tomé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Bom Successo; Leon De Bell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5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A. Polaszek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2010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Idris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37.0”N,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Idris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37.0”N,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Idris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Ciric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9D7D66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Janzenella innupta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Masner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Johnson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Costa 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Guan Santa Rosa Nat.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1–21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I. Gauld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Paratype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Janzenella innupta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Masner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Johnson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Costa 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Guan Santa Rosa Nat.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–14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I. Gauld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Paratype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Leptoteleia americana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Masner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TN, Blount Co. Top of the World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35°38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83°55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H. Alley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Leptoteleia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and 2♀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Ohio, Franklin Co. Columbus@Kinnear Rd.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39°59.936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83°02.809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16–23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N. Johnson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Lidgbirdius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NSW, LordHowe Island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17–31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S.J. Peck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Lidgbirdius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NSW, LordHowe Island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17–31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S.J. Peck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Lispoteleia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Fiji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Viti Levu I.Vuda Prov., Koroyanitu Eco Park, 0.5 km N Abaca Vlg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17.667°S, 177.55° 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Schlinger and Tokota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Lispoteleia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Indonesia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Sulawesi, Dumoga-Bone Nat.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15–20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Wallace expedition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Macroteleia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Tulcea: Letea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45°19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44.9”N, 29°31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10.3”E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Macroteleia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Tulcea: Letea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45°19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44.9”N, 29°31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10.3”E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Macroteleia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Vrancea: Ivăncești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16–17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N. Chiriac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Macroteleia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Kerkini lake Nat.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41°12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48.7”N, 23°6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11.9”E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20–26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G. Ramel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Macroteleia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Kerkini lake Nat.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32.4”N, 23°3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59.5”E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1–7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G. Ramel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Macroteleia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4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Vrancea: Paltin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14–15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N. Chiriac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Macroteleia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5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37.0”N,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04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(2004)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Macroteleia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5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Valea lui David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34.58”N, 27°28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05.55”E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2000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Mitroiu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Macroteleia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5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Botanical Garden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N47°11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10”, E27°32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59”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2005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Macroteleia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5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12♀ and 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37.0”N,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(2007)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Macroteleia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Panama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wooley 2001/028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Mallateleia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WA, Mt. Augustus Nat. Park Mundee Trail Head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24°21.9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116°51,7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9–22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M.E. Irwin F.D. Parker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Mallateleia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Queensland, Carnarvon Nat. Park, Mt. Moffatt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24,5827S, 147,5934E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Tsch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 Mantibaria seefelderiana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(De Stefani)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Portugal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Barcelos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Rui Andrade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Mantibaria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Congo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Voka n. Boko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eggs Mantids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1973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5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Masner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 Mantibaria seefelderiana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(De Stefani)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Mani, near Areopoli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eggs Mantids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J.M. Maldes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 Mantibaria seefelderiana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(De Stefani)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Mani, near Areopoli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eggs Mantids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J.M. Maldes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Maruzza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South Africa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Kwazulu</w:t>
            </w: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Natal, Pietermaritzburg Hilton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Mostowski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Maruzza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Nigeria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Ibadan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1987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J.S. Noyes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Masnerella cincta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(Harrington)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NC, Swain Co. Andrews Bald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35°32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13”N, 83°29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39”W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I.C. Stocks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Masnerella cincta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(Harrington)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Canada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Ontario: Ottawa, Nepean Tanglewood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18–20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Masner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9D7D66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Mecix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TX; Bastrop Co. Bastrop S.P.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10–22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R. Wharton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Mecix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TX; Bastrop Co. Bastrop S.P.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10–22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R. Wharton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Merriwa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Indonesia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Java Barat, Cianjur, Kebun Raya Cibodas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January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9D7D66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28377D"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Maruyama.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Microthoron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Thailand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Nakhon Si Thammarat, Namtoc Yong N.P.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8°10.434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99°44.508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23–30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K. U-prai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(2013)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Microthoron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Togo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Region de Plateaux, Zogbegan Carriere, at creek Elebe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7°34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50"N, 00°40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–25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Tsch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Mirobaeoides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ACT, Canberra, Black Mtn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35°16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149°06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8–14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G. Gibson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Mirobaeoides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Tasmania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Domain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January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1967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.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Hickman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Mirobaeus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Tasmania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Fern Tree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eggs 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Stiphidium facetum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January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1967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.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Hickman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Mirobaeus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Tasmania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Fern Tree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eggs 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Stiphidium facetum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January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1967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.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Hickman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Neobaeus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New Zealand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Walpoua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6–10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LeSage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(2013)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Neobaeus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New Zealand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Walpoua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6–10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LeSage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Neoscelio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NSW, 1300m, New England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1960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Newton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Thayer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Neoscelio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Queensland Mount Glorious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27°19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54”S, 152°45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7–13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N. Power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Neuroscelio doddi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 Galloway, Austin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Masner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Qld. Mount Glorious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27°19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54”S, 152°45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7–13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N. Power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Neuroscelio doddi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 Galloway, Austin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Masner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Qld. Mount Glorious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27°19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54”S, 152°45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7–13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N. Power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Nixonia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Gl07-Kop2m14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Nixonia watshami </w:t>
            </w:r>
            <w:r w:rsidRPr="002837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Johnson and Masner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Rhodesia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Salisbury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A. Watsham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Paratype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Nyleta striaticeps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Dodd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Australia 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QLD, Mt. Glorious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27°19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54”S, 152°45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N. Power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Nyleta striaticeps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Dodd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Australia 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Queensland, Bunya Mts, Nat Park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26°5285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151°3535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18–19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Munro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A. Owen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Odontacolus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Costa 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Punt. Corcovado, Nat. Park, 200m, Los Patos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8°33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83°30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1–9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Noyes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Masner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Odontacolus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Paraguay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Canindayu Reserve Natural Bosque Mbaracayu, Jejui-mi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24–28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A.C.F. Costa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Odontacolus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French Guyana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Kaw Mountains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52°12.425W, 4°33.562N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K.Sarv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Odontacolus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French Guyana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Kaw Mountains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52°12.425W, 4°33.562N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K. Sarv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Odontoscelio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South Africa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Kwazulu</w:t>
            </w: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Natal, Hluhluwe Game Res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J.G.H. Londt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Odontoscelio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Togo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Region Maritime, NE of Mission Tove, near river Zio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6°20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48"N,1°06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59"E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Tsch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Odontoscelio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Togo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Plateau de Danyi near Dzogbegan, at river Danyi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7°14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30"N,0°40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45"E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Tsch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Oethecoctonus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Costa 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Guan Estación Cacao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23–24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Noyes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Oethecoctonus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French Guyana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Kaw Mountains, Relais Patawa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4°32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42"N,52°09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09"W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?.vi–vii.1999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Cerda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Opisthacantha mellipes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Ashmead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Canada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On. Wylde Lk. Bog, 8k E Arthur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24–31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Opisthacantha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Indonesia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Isle Java, Kaliurang, Yogjakarta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Tsch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Opisthacantha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Lapitha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 and 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Brasil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SP, Salesópolis Est. Biol. Boracéia Trilha dos Pilões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23°39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07.3”S, 45°53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52.0”W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19–22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A.P. Aguiar </w:t>
            </w:r>
            <w:r w:rsidR="009D7D66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and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J.S. Freitas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Opisthacantha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Lapitha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French Guyana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Kaw Mountains, Relais Patawa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4°32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42”N, 52°09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Cerda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Opisthacantha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Trissoscelio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Sulawesi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Utara Dumoga-Bone, Nat. Park Toraut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9.–16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Noyes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Opisthacantha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Trissoscelio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Indonesia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Java Barat, Cianjur, Kebun Raya Cibodas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January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9D7D66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28377D"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Maruyama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Opisthacantha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Vardhana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South Africa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Ramsgate Butterfly Sanctuary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30°53.3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30°20.4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15–19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Kolyada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(2010)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Opisthacantha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Vardhana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South Africa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Ramsgate Butterfly Sanctuary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30°53.3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30°20.4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15–19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Kolyada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(2010)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Oreiscelio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South Africa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Northern the Downs Nature Reserve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24°12.34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30°20.71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Heraty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Oreiscelio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South Africa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Transvaal, GuernseyFarm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19–31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Peck, Woodland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Orwelium enigmaticum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Johnson, Masner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Musetti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 and 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Chile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Chiloe Is, 70m Ahori Alto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Masner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Paratype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Orwelium enigmaticum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Johnson, Masner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Musetti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 and 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Chile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Correntoso, Llanquihue, Alerce Andino Nat.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41.46°S, 72.64°W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January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B. Brown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Oxyscelio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Sulawesi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Utara Dumoga-Bone Nat. Park Toraut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9–16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Noyes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Oxyscelio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 and 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Thailand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  <w:t xml:space="preserve">Chiang Mai, Doi Inthanon Nat.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Park.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18°32.657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98°31.482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’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E 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8–15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Y. Areeluck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Oxyscelio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Camberra, Black Mountains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35.16S, 149.06E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?.?.1999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G. Gibson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Oxyteleia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Taiwan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Pingtung Kenting For.Rec.Area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C.K. Starr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Oxyteleia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Togo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Region des Plateaux Obe, near Akloa at creek Bena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7°31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56”N, 0°36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36”E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Tsch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Palaeogryon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French Guyana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 km, S5E Roura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4°36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6”S, 52°13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41”W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Ashe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and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R. Brooks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Palaeogryon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Venezuela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Bolivar 125kmS El Dorado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B. Gill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Palpoteleia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Kenya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Nyanza Nyangera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0°3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55.9”S, 34°4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52.2”E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2003–3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I. Přikryl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Palpoteleia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Madagascar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Isle Nosi Mangabe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15°29.78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49°45.71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Tsch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Palpoteleia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Madagascar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Maroantsetra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15°25.40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49°44.39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Tsch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Parascelio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Trinidad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Curepe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</w:t>
            </w: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1977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Parascelio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French Guyana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Kaw Mountains Relais Patawa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4°32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42"N, 52°09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09"W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Cerda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Paratelenomus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37.0”N,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Paratelenomus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Botanical Garden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10”N, 27°32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Paratelenomus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37.0”N,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Paratelenomus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Botanical Garden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10”N, 27°32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Paratelenomus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Miclăușeni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I. Moglan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Paratelenomus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Adamachi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Paratelenomus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Togo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Region des Plateaux Abriwa-Niko, at creek Egnulu-Agbadja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07°37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18”N, 00°36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Tsch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Paridris pallipes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(Ashmead)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NC, Swain Co. Andrews Bald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35°32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13”N, 83°29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39”W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I. C. Stocks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Paridris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Ciric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35.99”N, 27°34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45.37”E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Paridris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Botanical Garden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10”N; 27°32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2004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9D7D66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28377D"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Paridris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Togo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Region Maritime, foret de la Lili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6°34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04”N; 1°10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38”E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Tsch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Paridris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Togo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Region du Centre, Nikenge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8°06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40”N; 0°45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54”E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  <w:t xml:space="preserve">Ssymank and M.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  <w:t>v. Tsch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  <w:t>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Phanuromyia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Thailand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  <w:t xml:space="preserve">Chaiyaphum Pa Hin Ngam Nat.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15°34.802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101°25.990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14–15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  <w:t>K.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  <w:t>Sa-nog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  <w:t xml:space="preserve"> 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  <w:t xml:space="preserve"> B. Adnafai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Phanuromyia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Thailand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Phetchabun Nam Nao Nat. Park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16°43.687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N; 101°33.754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22–29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.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Janteab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Phanuropsis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Colombia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Palmira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eggs 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Antiteuchus tripterus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F. Pedreros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Phanuropsis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Colombia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Palmira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eggs 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Antiteuchus tripterus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F. Pedreros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Phoenoteleia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Sulawesi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Utara Dumoga-Bone, Nat. Park, Toraut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9–16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Noyes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Phoenoteleia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Thailand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Nakhon Si Thammarat, Namtoc Yong N.P. Khao Ram Rome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8°13.3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’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N; 99°48.388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12–13. ii. 2009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Paiboon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Platyscelio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Thailand 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Phetchabun Nam Nao Nat. Park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16°43.695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101°33.797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13–20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.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Hongyothi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Platyscelio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Togo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Region Maritime NE of Mission Tove, near river Zio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6°20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48"N, 1°06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59"E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Tsch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Plaumannion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Brazil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Nova Teutonia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52°23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1972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.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Plaumann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Masner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Probaryconus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Monroe Co, N. KeyLargo, Sec. 35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–16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Probaryconus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Botanical Garden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10”N, 27°32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Probaryconus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Botanical Garden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10”N, 27°32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Probaryconus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Botanical Garden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10”N, 27°32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Probaryconus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Botoșani: Leorda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47°49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25,31”N, 26°24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28.39”E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Probaryconus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Botoșani: Roma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47°50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6.97”N, 26°35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5.26”E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Probaryconus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Piatra - Neamt: Crângu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Probaryconus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Hagieni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43°47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48.47”N, 28°27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26.27”E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Probaryconus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Poieni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48.25”N, 27°42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28.97”E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Probaryconus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Iasi: Botanical Garden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Probaryconus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Constanta: Agigea, dune reservation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Protelenomus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Ghana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Bosuso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1963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E. Bond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Protelenomus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Nigeria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Ibadan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1976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C. Ochieng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Pseudanteris insignis 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Fouts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Canada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ON: Nepean Jock River at Hwy 16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9–10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Masner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Masner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Pseudanteris insignis 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Fouts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3♀ and 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NH, Merrimack Co, Sewalls Falls nr Concord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43°16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16”N, 71°33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53”W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21–23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Masner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Pseudoheptascelio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Trinidad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eggs 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Cornops longicorne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paratype 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Tanaoscelio cornopis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Masner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Pseudoheptascelio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Bolivia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Cochabamba Villa Tunari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16°54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55”S, 65°22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06”W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H. Heider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paratype of 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Pseudoheptascelio rex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Psilanteris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Botoșani: Leorda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47°49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25,31”N, 26°24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28.39”E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Psilanteris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Botoșani: Leorda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47°49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25,31”N, 26°24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28.39”E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Psilanteris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Botoșani: Găvan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Psilanteris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37.0”N,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M. Mitroiu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Psilanteris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Hagieni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43°47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48.47”N, 28°27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26.27”E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Psilanteris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Bacău: Galbeni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Psilanteris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Vrancea: Valea Sării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Psilanteris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Prahova: Slănic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I. Popescu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Psilanteris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Tulcea, Letea near the dune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Psix abnormis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 Kozlov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Lê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Rhodesia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Salisbury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?.ix–?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1975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A. Watsham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5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Masner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Psix abnormis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 Kozlov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Lê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Kenya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Nyanza Ungoye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0°36.91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34°05.52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6–19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R. Copeland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Genus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Q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and 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Honduras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Roatan Is. West Bay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16°17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00"N, 86°35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52"W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24–25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Masner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Genus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Q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and 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Honduras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Roatan Is. West Bay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16°17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00"N, 86°35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52"W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24–25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Masner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Romilius zotale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Walker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Chile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Chiloe Isl. Tarae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Romilius zotale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Walker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Chile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Chiloe Isl. Tarae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Sceliacanthella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Qld, 30m, Indooroopilly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Masner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Sceliacanthella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QLD, Wooroonoonan Nat.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17°34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06”S, 145°42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25–26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Masner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Sceliacanthella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New Caledonia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Ponerihouen, Foret de Aoupinie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12–24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January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P. Tripotin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Paraguay 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Paraguay del Chaco, Parque Cue, Pozo Independencia II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20°9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00,4”S, 61°46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25,3”W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6–8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B. Garcete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06.6”N,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04.5”E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Dorohoi: Sendriceni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18–19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A. Moruzi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2♂ and 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Piatra-Neamt: Potoci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21.41”N, 26°7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58.17”E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I. Moglan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Scelio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4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French Guyana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Roura Montagne de Chevaux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1–31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Scelio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5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French Guyana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Roura Montagne de Chevaux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1–31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Scelio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Lepidoscelio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Brasil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Nova Teutonia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1950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F. Plaumann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Masner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Sceliomorpha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Costa 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Heredia Estac. Biol. La Selva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10°26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84°01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27–28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Noyes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Sceliomorpha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 and 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Brasil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PA, Melgaço, Caxiuană Trilha Igarapé Curuá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1°42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50.2"S, 51°27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11.4”W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20–23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2003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A.P. Aguiar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J. Dias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Sceliomorpha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French Guyana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Roura Montagne de Chevaux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1–31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Sceliomorpha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4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French Guyana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Roura Montagne de Chevaux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Shreemana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South Africa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Kwazulu-Natal, Pietermaritzburg Hilton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6–14. iii. 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Kolyada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Shreemana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South Africa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Kwazulu-Natal, Vemon Crookes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30°17.4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30°36.9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E 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18–20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Kolyada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Sparasion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Iași: Bârnova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37.0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E 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(2007)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Sparasion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Iași: Bârnova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37.0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E 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2007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Sparasion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 and 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Botanical Garden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10”N, 27°32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(2007)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Sparasion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4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2♀ and 1♂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Agigea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44°05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11,1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28°38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E 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27–29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M. Popovici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Sparasion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5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3♂ and 7♀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Agigea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44°05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11,1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N; 28°38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E 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28–29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M. Popovici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Sparasion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Tulcea: Babadag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44°48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28°42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24.6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6–7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Sparasion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7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Tulcea: Babadag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44°48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28°42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24.6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6–7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(2010)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Sparasion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8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Tulcea: Babadag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44°48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E, 28°42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24.6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6–7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Sparasion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9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2♀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  <w:t>Kerkini Lake, N.P. Lithotopos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1–7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G. Ramel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Sparasion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10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 and 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Japan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Kitahira, Otsu-shi Shiga-ken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19–22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T. Yoshida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Sparasion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Uganda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nl-NL" w:eastAsia="en-GB"/>
              </w:rPr>
              <w:t xml:space="preserve">Kibale, N.P. Kanyawara Biol.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Station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14–21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S. Katusabe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Co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Spiniteleia campbelli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Masner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NC: Northampton Co. 7km S Jackson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?.viii–?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BRC HYM </w:t>
            </w:r>
            <w:r w:rsidR="009D7D66"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Team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Spiniteleia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Santa Cruz Co Patagonia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31°58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110°77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E. Wilke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B. Brown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Styloteleia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Fiji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Taveuni, Cakaudrove Prov., 5.3 km SE Tavuki Vlg., Mt. Devo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16.841S, 179.968W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20–27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Schlinger and Tokota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Styloteleia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Papua New Guinea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Anwar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1982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P. Grootaert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Styloteleia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Queensland Cairns, Bramston beach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P. Tripotin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Synoditella bisulcata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(Kieffer)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Canada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ON, Copper Cliff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D. Shorthouse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Dumas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Synoditella bisulcata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(Kieffer)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Canada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ON, Copper Cliff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D. Shorthouse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Dumas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Tanaodytes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Papua New Guinea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East New Britain, Bainings Mts. DPI Base Camp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4°26.36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151°49.02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–30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val="de-DE" w:eastAsia="en-GB"/>
              </w:rPr>
              <w:t>A. Mararuai and M. Kalamen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Tanaodytes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Malaysia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Selangor, Univ. Malaya, Field Station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3°19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30”N, 101°45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6–9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Heraty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Teleas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Valea lui David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34.58”N, 27°28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05.55”E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1999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Teleas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Botoșani: Ipotesti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C. Lisenchi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Teleas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6♂ and 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Agigea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11.1”N, 28°38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31.0”E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12–13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E. Morariu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Teleas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Botosani, Dorohoi, Sendriceni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18–19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A. Moruzi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Teleas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Botosani, Dorohoi, Sendriceni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18–19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A. Moruzi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Teleas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Proteleas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Botoșani: Leorda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47°49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25,31”N, 26°24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28.39”E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Telenomus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 and 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Tulcea: Babadag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13–15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Telenomus turesis 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Walker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14♀ and 15♂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Botoșani: Vorona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C. Lisenchi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Telenomus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Platytelenomus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Tulcea: Caraorman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Mitroiu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Telenomus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Platytelenomus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06.6”N,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04.5”E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Telenomus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Platytelenomus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06.6”N,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04.5”E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Thoron metallicus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Haliday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Ciric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35.99”N, 27°34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45.37”E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I. Moglan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Thoron metallicus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Haliday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Botanical Garden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10”N, 27°32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Thoron metallicus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Haliday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Ciric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35.99”N, 27°34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45.37”E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Thoronella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Canada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PQ: Lac Jean-Venne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45°41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76°03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14–21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Masner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Denis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Thoronella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Canada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PQ: Lac Jean-Venne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45°41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76°03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14–21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Masner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Denis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Thoronidea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Costa Rica 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Puntarenas Estacion Biol Monteverde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10°36” N, 85°15” 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Noyes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5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A. Polaszek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2010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Tiphodytes gerriphagus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(Marchal)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8♀ and 4♂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Ciric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17.58”N, 27°36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45.94”E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Tiphodytes gerriphagus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(Marchal)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3♀ and 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37.0”N,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Tiphodytes gerriphagus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(Marchal)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Bulgaria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Kavarna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Fusu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M. Dascalu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Tyrannoscelio genieri 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Masner, Johnson,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Arias-Penna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Brazil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Esp. Santo Municip. Linhares, 10 m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19°08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50”S, 39°58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43”W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January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F. Genier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Paratype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Tyrannoscelio genieri 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Masner, Johnson,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Arias-Penna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UFES#01939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Trichoteleia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and 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Madagascar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MG 35</w:t>
            </w:r>
            <w:r w:rsidRPr="009D7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–</w:t>
            </w:r>
            <w:r w:rsidRPr="002837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26, MG 37B</w:t>
            </w:r>
            <w:r w:rsidRPr="009D7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–</w:t>
            </w:r>
            <w:r w:rsidRPr="002837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01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Johnson (2010)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Trichoteleia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Madagascar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Ambanizana Nat.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15°42.20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49°57.69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13–19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Tsch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Trimorus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Tulcea: Letea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45°19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44.9”N, 29°31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10.3”E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Trimorus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Ciric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35.99”N, 27°34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45.37”E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I. Moglan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Trimorus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Canaraua Fetii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44°04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27°38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I. Moglan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Trimorus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4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Tulcea: Letea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45°19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44.9”N, 29°31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10.3”E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Trimorus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5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Botosani, Dorohoi, Sendriceni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18–19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A. Moruzi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Trissacantha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Texas, College Station, Like Creek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19–20. iv.1989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 Noyes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Trissacantha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Thailand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Province Chiang Mai, Doi Ithanon Nat.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M.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v. Tsch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irnhaus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Trissolcus flavipes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(Thomson)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Botanical Garden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eggs of Heteroptera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Trissolcus flavipes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(Thomson)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06.6”N,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04.5”E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21–22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Trissolcus grandis</w:t>
            </w:r>
            <w:r w:rsidR="009D7D6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(Thomson)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06.6”N,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04.5”E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21–22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Trissolcus grandis</w:t>
            </w:r>
            <w:r w:rsidR="009D7D6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(Thomson)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8♀ and 4♂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Mârzești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14.78”N, 27°29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14.63”E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2007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Trissolcus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 and 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USA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California, Los Angeles County, Los Angeles, Los Feliz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34.116°N 118.279°W,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Jeff, Aaron and Jacob Koch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Triteleia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Costa 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Punt Golfo Dulce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?.vi–viii.1989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P. Hanson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Triteleia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Parapegus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37.0”N,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September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5744B9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(2005)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Triteleia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Parapegus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37.0”N,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August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(2010)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Triteleia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Parapegus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Bârnova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46°59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37.0”N, 27°35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27.1”E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March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Fusu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M. Dascalu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(2010)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Triteleia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Parapegus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Mârzești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14.78”N, 27°29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14.63”E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Fusu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M. Dascalu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(2010)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Triteleia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(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Parapegus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Italy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Mandas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?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July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1933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Genus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OSUC 0213686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(2009)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Genus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Madagascar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GB"/>
              </w:rPr>
              <w:t>Tulear Andohahela Nat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24°49.85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S, 46°32.17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7–17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Irwin, F. Parker, R. Harin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Hala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Xenomerus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Hagieni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43°47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48.47”N, 28°27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26.27”E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Xenomerus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Agigea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11.1” N, 28°38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31.0” 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Mitroiu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Xenomerus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Agigea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11.1”N, 28°38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31.0”E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Xenomerus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Agigea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11.1”N, 28°38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31.0”E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1990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M. Mitroiu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Xenomerus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Piatra- Neamt: Crângu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Xenomerus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Botanical Garden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10”N, 27°32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Xenomerus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Iași: Botanical Garden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10”N, 27°32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O. Popovici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Xenomerus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Spain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Vigo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October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Fusu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Xenomerus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Kerkini lake Nat.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41°12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48.7”N, 23°6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11.9”E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13–19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G. Ramel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Xenomerus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Kerkini lake Nat. Park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47°13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32,8”N, 23°5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4.2”E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–10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April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G. Ramel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Xenomerus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 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Romania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Constanţa: Canaraua Fetii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44°04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27°38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Popovici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I. Moglan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(2008)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Xenomerus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sp. 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2♂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Costa Rica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Puntarenas Res Priv. Karen Mogensen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9°52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85°03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19–20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February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J.S. Noyes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O.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Popovici (2014)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Xentor schlingeri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Masner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Johnson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Fiji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Taveuni Cakaudrove Prov., 5.3km SE Tavuki Vlg., Mt. Devo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16.841°S, 179.968°W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December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2002–3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January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Schlinger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Tokota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’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Paratype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Xentor schlingeri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Masner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Johnson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Fiji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Vanua Levu, Bua Prov. Batiquere range, 6km NW Kilaka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16.811S, 178.988E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3–10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June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9D7D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Schlinger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and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Tokota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’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Paratype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Genus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1♂ and 1♀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China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Guangdong Nan Kun Shan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23°37.287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113°51.267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29–31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Masner et al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Genus</w:t>
            </w: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 xml:space="preserve">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1♀ </w:t>
            </w: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China</w:t>
            </w:r>
          </w:p>
        </w:tc>
        <w:tc>
          <w:tcPr>
            <w:tcW w:w="17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Guangdong Nan Kun Shan</w:t>
            </w: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23°37.287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N, 113°51.267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29–31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2009</w:t>
            </w:r>
          </w:p>
        </w:tc>
        <w:tc>
          <w:tcPr>
            <w:tcW w:w="10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L. Masner et al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SEM</w:t>
            </w:r>
          </w:p>
        </w:tc>
      </w:tr>
      <w:tr w:rsidR="0028377D" w:rsidRPr="009D7D66" w:rsidTr="0028377D">
        <w:trPr>
          <w:trHeight w:val="315"/>
        </w:trPr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en-GB"/>
              </w:rPr>
              <w:t>Yunkara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sp.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1♀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Papua New Guinea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Madang Wanang River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5°13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39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, 145°04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’ ‘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22–23</w:t>
            </w:r>
            <w:r w:rsidR="0017266D"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November 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C. Villemant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L. </w:t>
            </w:r>
            <w:r w:rsid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Masner (2014)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8377D" w:rsidRPr="0028377D" w:rsidRDefault="0028377D" w:rsidP="002837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9D7D6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Microscopic</w:t>
            </w:r>
            <w:r w:rsidRPr="0028377D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slide (light microscopy)</w:t>
            </w:r>
          </w:p>
        </w:tc>
      </w:tr>
    </w:tbl>
    <w:p w:rsidR="007E5559" w:rsidRPr="0028377D" w:rsidRDefault="007E5559" w:rsidP="007E5559">
      <w:pPr>
        <w:rPr>
          <w:rFonts w:ascii="Times New Roman" w:hAnsi="Times New Roman" w:cs="Times New Roman"/>
          <w:sz w:val="20"/>
          <w:szCs w:val="20"/>
        </w:rPr>
      </w:pPr>
    </w:p>
    <w:sectPr w:rsidR="007E5559" w:rsidRPr="0028377D" w:rsidSect="0028377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77D"/>
    <w:rsid w:val="0017266D"/>
    <w:rsid w:val="0028377D"/>
    <w:rsid w:val="004132E0"/>
    <w:rsid w:val="005744B9"/>
    <w:rsid w:val="007E5559"/>
    <w:rsid w:val="009D7D66"/>
    <w:rsid w:val="00CB2086"/>
    <w:rsid w:val="00E4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C9FCD6"/>
  <w15:chartTrackingRefBased/>
  <w15:docId w15:val="{CEEAE615-1922-4F59-988A-F062EE268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37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377D"/>
    <w:rPr>
      <w:color w:val="800080"/>
      <w:u w:val="single"/>
    </w:rPr>
  </w:style>
  <w:style w:type="paragraph" w:customStyle="1" w:styleId="msonormal0">
    <w:name w:val="msonormal"/>
    <w:basedOn w:val="Normal"/>
    <w:rsid w:val="00283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font0">
    <w:name w:val="font0"/>
    <w:basedOn w:val="Normal"/>
    <w:rsid w:val="0028377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font1">
    <w:name w:val="font1"/>
    <w:basedOn w:val="Normal"/>
    <w:rsid w:val="0028377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font5">
    <w:name w:val="font5"/>
    <w:basedOn w:val="Normal"/>
    <w:rsid w:val="00283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font6">
    <w:name w:val="font6"/>
    <w:basedOn w:val="Normal"/>
    <w:rsid w:val="00283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customStyle="1" w:styleId="font7">
    <w:name w:val="font7"/>
    <w:basedOn w:val="Normal"/>
    <w:rsid w:val="00283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n-GB"/>
    </w:rPr>
  </w:style>
  <w:style w:type="paragraph" w:customStyle="1" w:styleId="font8">
    <w:name w:val="font8"/>
    <w:basedOn w:val="Normal"/>
    <w:rsid w:val="00283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customStyle="1" w:styleId="xl65">
    <w:name w:val="xl65"/>
    <w:basedOn w:val="Normal"/>
    <w:rsid w:val="0028377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66">
    <w:name w:val="xl66"/>
    <w:basedOn w:val="Normal"/>
    <w:rsid w:val="00283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en-GB"/>
    </w:rPr>
  </w:style>
  <w:style w:type="paragraph" w:customStyle="1" w:styleId="xl67">
    <w:name w:val="xl67"/>
    <w:basedOn w:val="Normal"/>
    <w:rsid w:val="00283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customStyle="1" w:styleId="xl68">
    <w:name w:val="xl68"/>
    <w:basedOn w:val="Normal"/>
    <w:rsid w:val="00283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9">
    <w:name w:val="xl69"/>
    <w:basedOn w:val="Normal"/>
    <w:rsid w:val="00283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0">
    <w:name w:val="xl70"/>
    <w:basedOn w:val="Normal"/>
    <w:rsid w:val="0028377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1">
    <w:name w:val="xl71"/>
    <w:basedOn w:val="Normal"/>
    <w:rsid w:val="00283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2">
    <w:name w:val="xl72"/>
    <w:basedOn w:val="Normal"/>
    <w:rsid w:val="00283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GB"/>
    </w:rPr>
  </w:style>
  <w:style w:type="paragraph" w:customStyle="1" w:styleId="xl73">
    <w:name w:val="xl73"/>
    <w:basedOn w:val="Normal"/>
    <w:rsid w:val="00283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4">
    <w:name w:val="xl74"/>
    <w:basedOn w:val="Normal"/>
    <w:rsid w:val="00283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en-GB"/>
    </w:rPr>
  </w:style>
  <w:style w:type="paragraph" w:customStyle="1" w:styleId="xl75">
    <w:name w:val="xl75"/>
    <w:basedOn w:val="Normal"/>
    <w:rsid w:val="0028377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xl76">
    <w:name w:val="xl76"/>
    <w:basedOn w:val="Normal"/>
    <w:rsid w:val="00283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0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79721CAA</Template>
  <TotalTime>27</TotalTime>
  <Pages>26</Pages>
  <Words>8434</Words>
  <Characters>48077</Characters>
  <Application>Microsoft Office Word</Application>
  <DocSecurity>0</DocSecurity>
  <Lines>400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Jarmuszewski</dc:creator>
  <cp:keywords/>
  <dc:description/>
  <cp:lastModifiedBy>Marc Jarmuszewski</cp:lastModifiedBy>
  <cp:revision>5</cp:revision>
  <dcterms:created xsi:type="dcterms:W3CDTF">2017-02-01T10:05:00Z</dcterms:created>
  <dcterms:modified xsi:type="dcterms:W3CDTF">2017-02-01T10:44:00Z</dcterms:modified>
</cp:coreProperties>
</file>